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585749E2" w:rsidR="003F06C5" w:rsidRPr="003F06C5" w:rsidRDefault="004572AD" w:rsidP="006B6BD5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CANDIDATURA </w:t>
      </w:r>
      <w:r w:rsidR="00270A14">
        <w:rPr>
          <w:rFonts w:ascii="Montserrat" w:hAnsi="Montserrat"/>
          <w:b/>
          <w:bCs/>
          <w:sz w:val="28"/>
          <w:szCs w:val="28"/>
        </w:rPr>
        <w:t>DELEGACIÓN DE ESTUDIANTES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p w14:paraId="32A06E9B" w14:textId="68D1606F" w:rsidR="00270A14" w:rsidRDefault="004572AD" w:rsidP="004572AD">
      <w:pPr>
        <w:spacing w:line="360" w:lineRule="auto"/>
        <w:jc w:val="both"/>
        <w:rPr>
          <w:rFonts w:ascii="Montserrat" w:hAnsi="Montserrat"/>
        </w:rPr>
      </w:pPr>
      <w:r w:rsidRPr="004572AD">
        <w:rPr>
          <w:rFonts w:ascii="Montserrat" w:hAnsi="Montserrat"/>
        </w:rPr>
        <w:t>Yo, D/Dña. __________________________, con DNI __________-_, estud</w:t>
      </w:r>
      <w:r>
        <w:rPr>
          <w:rFonts w:ascii="Montserrat" w:hAnsi="Montserrat"/>
        </w:rPr>
        <w:t>i</w:t>
      </w:r>
      <w:r w:rsidRPr="004572AD">
        <w:rPr>
          <w:rFonts w:ascii="Montserrat" w:hAnsi="Montserrat"/>
        </w:rPr>
        <w:t>ante del ___</w:t>
      </w:r>
      <w:r>
        <w:rPr>
          <w:rFonts w:ascii="Montserrat" w:hAnsi="Montserrat"/>
        </w:rPr>
        <w:t xml:space="preserve"> </w:t>
      </w:r>
      <w:r w:rsidRPr="004572AD">
        <w:rPr>
          <w:rFonts w:ascii="Montserrat" w:hAnsi="Montserrat"/>
        </w:rPr>
        <w:t>curso del Grado/Máster ___________________________________________, presento mi candidatura a</w:t>
      </w:r>
      <w:r w:rsidR="00270A14">
        <w:rPr>
          <w:rFonts w:ascii="Montserrat" w:hAnsi="Montserrat"/>
        </w:rPr>
        <w:t>:</w:t>
      </w:r>
    </w:p>
    <w:p w14:paraId="5763F2AF" w14:textId="77777777" w:rsidR="00270A14" w:rsidRDefault="00270A14" w:rsidP="004572AD">
      <w:pPr>
        <w:spacing w:line="360" w:lineRule="auto"/>
        <w:jc w:val="both"/>
        <w:rPr>
          <w:rFonts w:ascii="Montserrat" w:hAnsi="Montserrat"/>
        </w:rPr>
      </w:pPr>
    </w:p>
    <w:p w14:paraId="3D34BB4C" w14:textId="417138B6" w:rsidR="00270A14" w:rsidRDefault="00270A14" w:rsidP="00270A1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Delegado/a de Estudiantes (de Centro).</w:t>
      </w:r>
    </w:p>
    <w:p w14:paraId="2FC68AB8" w14:textId="020C0E27" w:rsidR="00270A14" w:rsidRDefault="00270A14" w:rsidP="00270A1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Secretario/a.</w:t>
      </w:r>
    </w:p>
    <w:p w14:paraId="263CBE03" w14:textId="7D59F5DF" w:rsidR="00270A14" w:rsidRDefault="00270A14" w:rsidP="00270A1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Tesorero/a.</w:t>
      </w:r>
    </w:p>
    <w:p w14:paraId="7CE97332" w14:textId="3AFD91E5" w:rsidR="00270A14" w:rsidRDefault="00270A14" w:rsidP="00270A1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Vocal.</w:t>
      </w:r>
    </w:p>
    <w:p w14:paraId="2DFEB05E" w14:textId="2B334277" w:rsidR="00270A14" w:rsidRDefault="00270A14" w:rsidP="00270A1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Representante en el Consejo de Estudiantes (CEULE).</w:t>
      </w:r>
    </w:p>
    <w:p w14:paraId="04056AC4" w14:textId="24070906" w:rsidR="00270A14" w:rsidRPr="00270A14" w:rsidRDefault="00270A14" w:rsidP="00270A1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…</w:t>
      </w:r>
    </w:p>
    <w:p w14:paraId="77919E3C" w14:textId="77777777" w:rsidR="00270A14" w:rsidRDefault="00270A14" w:rsidP="004572AD">
      <w:pPr>
        <w:spacing w:line="360" w:lineRule="auto"/>
        <w:jc w:val="both"/>
        <w:rPr>
          <w:rFonts w:ascii="Montserrat" w:hAnsi="Montserrat"/>
        </w:rPr>
      </w:pPr>
    </w:p>
    <w:p w14:paraId="46608223" w14:textId="41912051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  <w:r w:rsidRPr="004572AD">
        <w:rPr>
          <w:rFonts w:ascii="Montserrat" w:hAnsi="Montserrat"/>
        </w:rPr>
        <w:t>y para ello firmo en _________ a ____ de octubre de 2025.</w:t>
      </w:r>
    </w:p>
    <w:p w14:paraId="7F6D4DAE" w14:textId="77777777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</w:p>
    <w:p w14:paraId="1F4A0BAB" w14:textId="77777777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</w:p>
    <w:p w14:paraId="76AE518B" w14:textId="77777777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</w:p>
    <w:p w14:paraId="187B4B11" w14:textId="77777777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</w:p>
    <w:p w14:paraId="4CFB9188" w14:textId="16DB8DD0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  <w:r w:rsidRPr="004572AD">
        <w:rPr>
          <w:rFonts w:ascii="Montserrat" w:hAnsi="Montserrat"/>
        </w:rPr>
        <w:t>Fdo.</w:t>
      </w:r>
      <w:r>
        <w:rPr>
          <w:rFonts w:ascii="Montserrat" w:hAnsi="Montserrat"/>
        </w:rPr>
        <w:t xml:space="preserve"> </w:t>
      </w:r>
      <w:r w:rsidRPr="004572AD">
        <w:rPr>
          <w:rFonts w:ascii="Montserrat" w:hAnsi="Montserrat"/>
        </w:rPr>
        <w:t>____________</w:t>
      </w:r>
      <w:r>
        <w:rPr>
          <w:rFonts w:ascii="Montserrat" w:hAnsi="Montserrat"/>
        </w:rPr>
        <w:t>__________________</w:t>
      </w:r>
    </w:p>
    <w:p w14:paraId="375193FD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5AEC1BC0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10C69792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2778D360" w14:textId="77777777" w:rsidR="00270A14" w:rsidRDefault="00270A14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53D4D6F7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3C19CC35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72C08C8D" w14:textId="77777777" w:rsidR="00A97D34" w:rsidRDefault="00A97D34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7D813377" w14:textId="3E000D8E" w:rsidR="00270A14" w:rsidRDefault="00270A14" w:rsidP="00270A1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A la atención de la Delegación de Estudiantes de la Facultad/Escuela de ___________________________________________________________________________ </w:t>
      </w:r>
    </w:p>
    <w:p w14:paraId="42F1D10D" w14:textId="677E0344" w:rsidR="004572AD" w:rsidRPr="004572AD" w:rsidRDefault="00270A14" w:rsidP="00270A1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(vía correo electrónico </w:t>
      </w:r>
      <w:hyperlink r:id="rId10" w:history="1">
        <w:r w:rsidRPr="00465E79">
          <w:rPr>
            <w:rStyle w:val="Hipervnculo"/>
            <w:rFonts w:ascii="Montserrat" w:hAnsi="Montserrat"/>
            <w:b/>
            <w:bCs/>
          </w:rPr>
          <w:t>[consultar aquí]</w:t>
        </w:r>
      </w:hyperlink>
      <w:r>
        <w:rPr>
          <w:rFonts w:ascii="Montserrat" w:hAnsi="Montserrat"/>
          <w:b/>
          <w:bCs/>
        </w:rPr>
        <w:t>)</w:t>
      </w:r>
    </w:p>
    <w:sectPr w:rsidR="004572AD" w:rsidRPr="004572AD" w:rsidSect="00106B42">
      <w:headerReference w:type="default" r:id="rId11"/>
      <w:footerReference w:type="default" r:id="rId12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98EF9" w14:textId="77777777" w:rsidR="003451F9" w:rsidRDefault="003451F9" w:rsidP="003336CB">
      <w:r>
        <w:separator/>
      </w:r>
    </w:p>
  </w:endnote>
  <w:endnote w:type="continuationSeparator" w:id="0">
    <w:p w14:paraId="2481FD9E" w14:textId="77777777" w:rsidR="003451F9" w:rsidRDefault="003451F9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793FD" w14:textId="77777777" w:rsidR="003451F9" w:rsidRDefault="003451F9" w:rsidP="003336CB">
      <w:r>
        <w:separator/>
      </w:r>
    </w:p>
  </w:footnote>
  <w:footnote w:type="continuationSeparator" w:id="0">
    <w:p w14:paraId="7B33EE0E" w14:textId="77777777" w:rsidR="003451F9" w:rsidRDefault="003451F9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3E25FD4F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270A14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X</w:t>
                          </w:r>
                          <w:r w:rsidR="00CC6BF5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3E25FD4F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270A14">
                      <w:rPr>
                        <w:rFonts w:ascii="Montserrat" w:hAnsi="Montserrat"/>
                        <w:b/>
                        <w:bCs/>
                        <w:szCs w:val="40"/>
                      </w:rPr>
                      <w:t>X</w:t>
                    </w:r>
                    <w:r w:rsidR="00CC6BF5">
                      <w:rPr>
                        <w:rFonts w:ascii="Montserrat" w:hAnsi="Montserrat"/>
                        <w:b/>
                        <w:bCs/>
                        <w:szCs w:val="40"/>
                      </w:rPr>
                      <w:t>I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8C3FB8"/>
    <w:multiLevelType w:val="hybridMultilevel"/>
    <w:tmpl w:val="68BA42C8"/>
    <w:lvl w:ilvl="0" w:tplc="F6C0AC3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1"/>
  </w:num>
  <w:num w:numId="2" w16cid:durableId="524710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14BF7"/>
    <w:rsid w:val="00143CFF"/>
    <w:rsid w:val="00160DF4"/>
    <w:rsid w:val="00196109"/>
    <w:rsid w:val="00230ACD"/>
    <w:rsid w:val="00270A14"/>
    <w:rsid w:val="002E17F9"/>
    <w:rsid w:val="002F30A2"/>
    <w:rsid w:val="003336CB"/>
    <w:rsid w:val="003451F9"/>
    <w:rsid w:val="00372077"/>
    <w:rsid w:val="003E4FC7"/>
    <w:rsid w:val="003F06C5"/>
    <w:rsid w:val="003F0B10"/>
    <w:rsid w:val="003F0C85"/>
    <w:rsid w:val="003F6B0B"/>
    <w:rsid w:val="00450B97"/>
    <w:rsid w:val="004572AD"/>
    <w:rsid w:val="00560BB0"/>
    <w:rsid w:val="005742A2"/>
    <w:rsid w:val="00587267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A052FA"/>
    <w:rsid w:val="00A849B7"/>
    <w:rsid w:val="00A97D34"/>
    <w:rsid w:val="00AA7C57"/>
    <w:rsid w:val="00B01372"/>
    <w:rsid w:val="00B267F6"/>
    <w:rsid w:val="00B34DC5"/>
    <w:rsid w:val="00B9480E"/>
    <w:rsid w:val="00BA712B"/>
    <w:rsid w:val="00BE1C06"/>
    <w:rsid w:val="00BF3B57"/>
    <w:rsid w:val="00C30E8A"/>
    <w:rsid w:val="00C34DCB"/>
    <w:rsid w:val="00C37713"/>
    <w:rsid w:val="00C6748B"/>
    <w:rsid w:val="00C94A2B"/>
    <w:rsid w:val="00CC6BF5"/>
    <w:rsid w:val="00CE707B"/>
    <w:rsid w:val="00D5688B"/>
    <w:rsid w:val="00D74F60"/>
    <w:rsid w:val="00DD37D3"/>
    <w:rsid w:val="00E90932"/>
    <w:rsid w:val="00FA335A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eule.unileon.es/delegaciones-de-estudiant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27</TotalTime>
  <Pages>1</Pages>
  <Words>108</Words>
  <Characters>599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18</cp:revision>
  <cp:lastPrinted>2025-10-07T13:19:00Z</cp:lastPrinted>
  <dcterms:created xsi:type="dcterms:W3CDTF">2025-03-21T09:48:00Z</dcterms:created>
  <dcterms:modified xsi:type="dcterms:W3CDTF">2025-10-15T08:47:00Z</dcterms:modified>
</cp:coreProperties>
</file>